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3F00E0" w:rsidRPr="003F00E0" w:rsidRDefault="003F00E0" w:rsidP="003F00E0">
      <w:pPr>
        <w:spacing w:line="240" w:lineRule="auto"/>
        <w:jc w:val="right"/>
        <w:rPr>
          <w:rFonts w:ascii="Corbel" w:hAnsi="Corbel"/>
          <w:bCs/>
          <w:i/>
        </w:rPr>
      </w:pP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3F00E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85747A" w:rsidRPr="003F00E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F00E0">
        <w:rPr>
          <w:rFonts w:ascii="Corbel" w:hAnsi="Corbel"/>
          <w:b/>
          <w:smallCaps/>
          <w:sz w:val="24"/>
          <w:szCs w:val="24"/>
        </w:rPr>
        <w:t xml:space="preserve"> </w:t>
      </w:r>
      <w:r w:rsidR="003F00E0" w:rsidRPr="003F00E0">
        <w:rPr>
          <w:rFonts w:ascii="Corbel" w:hAnsi="Corbel"/>
          <w:i/>
          <w:smallCaps/>
          <w:sz w:val="24"/>
          <w:szCs w:val="24"/>
        </w:rPr>
        <w:t>2020</w:t>
      </w:r>
      <w:r w:rsidR="00200FE2" w:rsidRPr="003F00E0">
        <w:rPr>
          <w:rFonts w:ascii="Corbel" w:hAnsi="Corbel"/>
          <w:i/>
          <w:smallCaps/>
          <w:sz w:val="24"/>
          <w:szCs w:val="24"/>
        </w:rPr>
        <w:t>-202</w:t>
      </w:r>
      <w:r w:rsidR="003F00E0" w:rsidRPr="003F00E0">
        <w:rPr>
          <w:rFonts w:ascii="Corbel" w:hAnsi="Corbel"/>
          <w:i/>
          <w:smallCaps/>
          <w:sz w:val="24"/>
          <w:szCs w:val="24"/>
        </w:rPr>
        <w:t>3</w:t>
      </w:r>
    </w:p>
    <w:p w14:paraId="2A94F79A" w14:textId="029E48D4" w:rsidR="003F00E0" w:rsidRPr="003F00E0" w:rsidRDefault="003F00E0" w:rsidP="003F00E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F00E0">
        <w:rPr>
          <w:rFonts w:ascii="Corbel" w:hAnsi="Corbel"/>
          <w:sz w:val="20"/>
          <w:szCs w:val="20"/>
        </w:rPr>
        <w:t>Rok akademicki: 2022/2023</w:t>
      </w:r>
    </w:p>
    <w:p w14:paraId="672A665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 xml:space="preserve">1. </w:t>
      </w:r>
      <w:r w:rsidR="0085747A" w:rsidRPr="003F00E0">
        <w:rPr>
          <w:rFonts w:ascii="Corbel" w:hAnsi="Corbel"/>
          <w:szCs w:val="24"/>
        </w:rPr>
        <w:t xml:space="preserve">Podstawowe </w:t>
      </w:r>
      <w:r w:rsidR="003F00E0" w:rsidRPr="003F00E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0FE2" w:rsidRPr="003F00E0" w14:paraId="2056BFE5" w14:textId="77777777" w:rsidTr="00200FE2">
        <w:tc>
          <w:tcPr>
            <w:tcW w:w="2694" w:type="dxa"/>
            <w:vAlign w:val="center"/>
          </w:tcPr>
          <w:p w14:paraId="59701564" w14:textId="77777777" w:rsidR="00200FE2" w:rsidRPr="003F00E0" w:rsidRDefault="003F00E0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D0F5A7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Logistyka </w:t>
            </w:r>
          </w:p>
        </w:tc>
      </w:tr>
      <w:tr w:rsidR="00200FE2" w:rsidRPr="003F00E0" w14:paraId="6F6B6CEA" w14:textId="77777777" w:rsidTr="00200FE2">
        <w:tc>
          <w:tcPr>
            <w:tcW w:w="2694" w:type="dxa"/>
            <w:vAlign w:val="center"/>
          </w:tcPr>
          <w:p w14:paraId="1A8BC5E6" w14:textId="77777777" w:rsidR="00200FE2" w:rsidRPr="003F00E0" w:rsidRDefault="00200FE2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Kod przedmiotu</w:t>
            </w:r>
            <w:r w:rsidR="003F00E0" w:rsidRPr="003F00E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F04507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  <w:lang w:val="en-GB"/>
              </w:rPr>
              <w:t>E/I/EP/C-1.9a</w:t>
            </w:r>
          </w:p>
        </w:tc>
      </w:tr>
      <w:tr w:rsidR="00200FE2" w:rsidRPr="003F00E0" w14:paraId="4E2F8C33" w14:textId="77777777" w:rsidTr="00200FE2">
        <w:tc>
          <w:tcPr>
            <w:tcW w:w="2694" w:type="dxa"/>
            <w:vAlign w:val="center"/>
          </w:tcPr>
          <w:p w14:paraId="19552E28" w14:textId="77777777" w:rsidR="00200FE2" w:rsidRPr="003F00E0" w:rsidRDefault="003F00E0" w:rsidP="00D345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200FE2" w:rsidRPr="003F00E0" w:rsidRDefault="00C038D4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00FE2" w:rsidRPr="003F00E0" w14:paraId="729EEB71" w14:textId="77777777" w:rsidTr="00200FE2">
        <w:tc>
          <w:tcPr>
            <w:tcW w:w="2694" w:type="dxa"/>
            <w:vAlign w:val="center"/>
          </w:tcPr>
          <w:p w14:paraId="0A39E105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00FE2" w:rsidRPr="003F00E0" w14:paraId="048482E6" w14:textId="77777777" w:rsidTr="00200FE2">
        <w:tc>
          <w:tcPr>
            <w:tcW w:w="2694" w:type="dxa"/>
            <w:vAlign w:val="center"/>
          </w:tcPr>
          <w:p w14:paraId="4B835047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200FE2" w:rsidRPr="003F00E0" w:rsidRDefault="00627485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200FE2" w:rsidRPr="003F00E0" w14:paraId="51855271" w14:textId="77777777" w:rsidTr="00200FE2">
        <w:tc>
          <w:tcPr>
            <w:tcW w:w="2694" w:type="dxa"/>
            <w:vAlign w:val="center"/>
          </w:tcPr>
          <w:p w14:paraId="4C8DEF9C" w14:textId="106BE58C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0C161D">
              <w:rPr>
                <w:rFonts w:ascii="Corbel" w:hAnsi="Corbel"/>
                <w:sz w:val="24"/>
                <w:szCs w:val="24"/>
              </w:rPr>
              <w:t>studiów</w:t>
            </w:r>
            <w:r w:rsidRPr="003F00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200FE2" w:rsidRPr="003F00E0" w:rsidRDefault="003F00E0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200FE2" w:rsidRPr="003F00E0" w14:paraId="3A488BE5" w14:textId="77777777" w:rsidTr="00200FE2">
        <w:tc>
          <w:tcPr>
            <w:tcW w:w="2694" w:type="dxa"/>
            <w:vAlign w:val="center"/>
          </w:tcPr>
          <w:p w14:paraId="04C0481C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F00E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00FE2" w:rsidRPr="003F00E0" w14:paraId="5C70B2EB" w14:textId="77777777" w:rsidTr="00200FE2">
        <w:tc>
          <w:tcPr>
            <w:tcW w:w="2694" w:type="dxa"/>
            <w:vAlign w:val="center"/>
          </w:tcPr>
          <w:p w14:paraId="7C3992E0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125B2AB" w:rsidR="00200FE2" w:rsidRPr="00C458CA" w:rsidRDefault="00C458CA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58CA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00FE2" w:rsidRPr="003F00E0" w14:paraId="4BF617D6" w14:textId="77777777" w:rsidTr="00200FE2">
        <w:tc>
          <w:tcPr>
            <w:tcW w:w="2694" w:type="dxa"/>
            <w:vAlign w:val="center"/>
          </w:tcPr>
          <w:p w14:paraId="393EE506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200FE2" w:rsidRPr="003F00E0" w:rsidRDefault="00C038D4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200FE2" w:rsidRPr="003F00E0" w14:paraId="6C505C59" w14:textId="77777777" w:rsidTr="00200FE2">
        <w:tc>
          <w:tcPr>
            <w:tcW w:w="2694" w:type="dxa"/>
            <w:vAlign w:val="center"/>
          </w:tcPr>
          <w:p w14:paraId="5863A118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200FE2" w:rsidRPr="003F00E0" w:rsidRDefault="00200FE2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nościowy do wyboru</w:t>
            </w:r>
          </w:p>
        </w:tc>
      </w:tr>
      <w:tr w:rsidR="00200FE2" w:rsidRPr="003F00E0" w14:paraId="2786482B" w14:textId="77777777" w:rsidTr="00200FE2">
        <w:tc>
          <w:tcPr>
            <w:tcW w:w="2694" w:type="dxa"/>
            <w:vAlign w:val="center"/>
          </w:tcPr>
          <w:p w14:paraId="13A990D4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00FE2" w:rsidRPr="003F00E0" w14:paraId="76E9C03C" w14:textId="77777777" w:rsidTr="00200FE2">
        <w:tc>
          <w:tcPr>
            <w:tcW w:w="2694" w:type="dxa"/>
            <w:vAlign w:val="center"/>
          </w:tcPr>
          <w:p w14:paraId="69C2AF6E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="00200FE2" w:rsidRPr="003F00E0" w14:paraId="77F90B9C" w14:textId="77777777" w:rsidTr="00200FE2">
        <w:tc>
          <w:tcPr>
            <w:tcW w:w="2694" w:type="dxa"/>
            <w:vAlign w:val="center"/>
          </w:tcPr>
          <w:p w14:paraId="471FE442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A648C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3F00E0" w:rsidRPr="00CA2C2D" w:rsidRDefault="003F00E0" w:rsidP="003F00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3F00E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1.</w:t>
      </w:r>
      <w:r w:rsidR="00E22FBC" w:rsidRPr="003F00E0">
        <w:rPr>
          <w:rFonts w:ascii="Corbel" w:hAnsi="Corbel"/>
          <w:sz w:val="24"/>
          <w:szCs w:val="24"/>
        </w:rPr>
        <w:t>1</w:t>
      </w:r>
      <w:r w:rsidRPr="003F00E0">
        <w:rPr>
          <w:rFonts w:ascii="Corbel" w:hAnsi="Corbel"/>
          <w:sz w:val="24"/>
          <w:szCs w:val="24"/>
        </w:rPr>
        <w:t>.</w:t>
      </w:r>
      <w:r w:rsidR="003F00E0">
        <w:rPr>
          <w:rFonts w:ascii="Corbel" w:hAnsi="Corbel"/>
          <w:sz w:val="24"/>
          <w:szCs w:val="24"/>
        </w:rPr>
        <w:t xml:space="preserve"> </w:t>
      </w:r>
      <w:r w:rsidRPr="003F00E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3F00E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F00E0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3F00E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(</w:t>
            </w:r>
            <w:r w:rsidR="00363F78" w:rsidRPr="003F00E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00E0">
              <w:rPr>
                <w:rFonts w:ascii="Corbel" w:hAnsi="Corbel"/>
                <w:szCs w:val="24"/>
              </w:rPr>
              <w:t>Wykł</w:t>
            </w:r>
            <w:proofErr w:type="spellEnd"/>
            <w:r w:rsidRPr="003F00E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00E0">
              <w:rPr>
                <w:rFonts w:ascii="Corbel" w:hAnsi="Corbel"/>
                <w:szCs w:val="24"/>
              </w:rPr>
              <w:t>Konw</w:t>
            </w:r>
            <w:proofErr w:type="spellEnd"/>
            <w:r w:rsidRPr="003F00E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00E0">
              <w:rPr>
                <w:rFonts w:ascii="Corbel" w:hAnsi="Corbel"/>
                <w:szCs w:val="24"/>
              </w:rPr>
              <w:t>Sem</w:t>
            </w:r>
            <w:proofErr w:type="spellEnd"/>
            <w:r w:rsidRPr="003F00E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00E0">
              <w:rPr>
                <w:rFonts w:ascii="Corbel" w:hAnsi="Corbel"/>
                <w:szCs w:val="24"/>
              </w:rPr>
              <w:t>Prakt</w:t>
            </w:r>
            <w:proofErr w:type="spellEnd"/>
            <w:r w:rsidRPr="003F00E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00E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3F00E0" w14:paraId="04FA3D9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3F00E0" w:rsidRDefault="00C038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EC2D34C" w:rsidR="00015B8F" w:rsidRPr="003F00E0" w:rsidRDefault="00C458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1779269F" w:rsidR="00015B8F" w:rsidRPr="003F00E0" w:rsidRDefault="00C458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3F00E0" w:rsidRDefault="00200F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3F00E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3F00E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3F00E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</w:t>
      </w:r>
      <w:r w:rsidR="00E22FBC" w:rsidRPr="003F00E0">
        <w:rPr>
          <w:rFonts w:ascii="Corbel" w:hAnsi="Corbel"/>
          <w:smallCaps w:val="0"/>
          <w:szCs w:val="24"/>
        </w:rPr>
        <w:t>2</w:t>
      </w:r>
      <w:r w:rsidR="00F83B28" w:rsidRP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E22FBC" w:rsidRPr="003F00E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1.3</w:t>
      </w:r>
      <w:r w:rsid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Forma zaliczenia przedmiotu (z toku) </w:t>
      </w:r>
      <w:r w:rsidRPr="003F00E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5B3DBA" w:rsidRPr="003F00E0" w:rsidRDefault="003F00E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200FE2" w:rsidRPr="003F00E0">
        <w:rPr>
          <w:rFonts w:ascii="Corbel" w:hAnsi="Corbel"/>
          <w:b w:val="0"/>
          <w:smallCaps w:val="0"/>
          <w:szCs w:val="24"/>
        </w:rPr>
        <w:t>gzamin</w:t>
      </w:r>
    </w:p>
    <w:p w14:paraId="3DEEC669" w14:textId="77777777" w:rsidR="005B3DBA" w:rsidRPr="003F00E0" w:rsidRDefault="005B3DB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7449D8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2.</w:t>
      </w:r>
      <w:r w:rsidR="003F00E0">
        <w:rPr>
          <w:rFonts w:ascii="Corbel" w:hAnsi="Corbel"/>
          <w:szCs w:val="24"/>
        </w:rPr>
        <w:t xml:space="preserve"> </w:t>
      </w:r>
      <w:r w:rsidRPr="003F00E0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46315402" w14:textId="77777777" w:rsidTr="00745302">
        <w:tc>
          <w:tcPr>
            <w:tcW w:w="9670" w:type="dxa"/>
          </w:tcPr>
          <w:p w14:paraId="5532295D" w14:textId="77777777" w:rsidR="0085747A" w:rsidRPr="003F00E0" w:rsidRDefault="00200FE2" w:rsidP="003F00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</w:t>
            </w:r>
            <w:r w:rsidR="008D1373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ekonomią, 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zarządzaniem. Częściowa znajomość zagadnień realizowanych w ramach marketingu.</w:t>
            </w:r>
          </w:p>
        </w:tc>
      </w:tr>
    </w:tbl>
    <w:p w14:paraId="7673EEF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3.</w:t>
      </w:r>
      <w:r w:rsidR="0085747A" w:rsidRPr="003F00E0">
        <w:rPr>
          <w:rFonts w:ascii="Corbel" w:hAnsi="Corbel"/>
          <w:szCs w:val="24"/>
        </w:rPr>
        <w:t xml:space="preserve"> cele, efekty </w:t>
      </w:r>
      <w:r w:rsidR="003F00E0">
        <w:rPr>
          <w:rFonts w:ascii="Corbel" w:hAnsi="Corbel"/>
          <w:szCs w:val="24"/>
        </w:rPr>
        <w:t>ucz</w:t>
      </w:r>
      <w:r w:rsidR="0085747A" w:rsidRPr="003F00E0">
        <w:rPr>
          <w:rFonts w:ascii="Corbel" w:hAnsi="Corbel"/>
          <w:szCs w:val="24"/>
        </w:rPr>
        <w:t xml:space="preserve">enia </w:t>
      </w:r>
      <w:r w:rsidR="003F00E0">
        <w:rPr>
          <w:rFonts w:ascii="Corbel" w:hAnsi="Corbel"/>
          <w:szCs w:val="24"/>
        </w:rPr>
        <w:t>się</w:t>
      </w:r>
      <w:r w:rsidR="0085747A" w:rsidRPr="003F00E0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3F00E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lastRenderedPageBreak/>
        <w:t>3.1</w:t>
      </w:r>
      <w:r w:rsidR="003F00E0">
        <w:rPr>
          <w:rFonts w:ascii="Corbel" w:hAnsi="Corbel"/>
          <w:sz w:val="24"/>
          <w:szCs w:val="24"/>
        </w:rPr>
        <w:t>.</w:t>
      </w:r>
      <w:r w:rsidRPr="003F00E0">
        <w:rPr>
          <w:rFonts w:ascii="Corbel" w:hAnsi="Corbel"/>
          <w:sz w:val="24"/>
          <w:szCs w:val="24"/>
        </w:rPr>
        <w:t xml:space="preserve"> </w:t>
      </w:r>
      <w:r w:rsidR="0085747A" w:rsidRPr="003F00E0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3F00E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F00E0" w14:paraId="602307EB" w14:textId="77777777" w:rsidTr="00923D7D">
        <w:tc>
          <w:tcPr>
            <w:tcW w:w="851" w:type="dxa"/>
            <w:vAlign w:val="center"/>
          </w:tcPr>
          <w:p w14:paraId="5372B5A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8B6D1E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Zapoznanie studentów z rolą, jaką odgrywa logistyka w k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ształtowaniu zmian w gospodarce.</w:t>
            </w:r>
          </w:p>
        </w:tc>
      </w:tr>
      <w:tr w:rsidR="0085747A" w:rsidRPr="003F00E0" w14:paraId="398139C7" w14:textId="77777777" w:rsidTr="00923D7D">
        <w:tc>
          <w:tcPr>
            <w:tcW w:w="851" w:type="dxa"/>
            <w:vAlign w:val="center"/>
          </w:tcPr>
          <w:p w14:paraId="550CF7E8" w14:textId="77777777" w:rsidR="0085747A" w:rsidRPr="003F00E0" w:rsidRDefault="005B3D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BE6CBF5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istycznymi w przedsiębiorstwach.</w:t>
            </w:r>
          </w:p>
        </w:tc>
      </w:tr>
      <w:tr w:rsidR="0085747A" w:rsidRPr="003F00E0" w14:paraId="1061BFB0" w14:textId="77777777" w:rsidTr="00923D7D">
        <w:tc>
          <w:tcPr>
            <w:tcW w:w="851" w:type="dxa"/>
            <w:vAlign w:val="center"/>
          </w:tcPr>
          <w:p w14:paraId="53C0B3C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AB3" w:rsidRPr="003F00E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DB914E2" w14:textId="77777777" w:rsidR="0085747A" w:rsidRPr="003F00E0" w:rsidRDefault="00200FE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mechanizmów logistycznych ułatwiających tworzenie efektywnych struktur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3128261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3F00E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3.2</w:t>
      </w:r>
      <w:r w:rsidR="003F00E0">
        <w:rPr>
          <w:rFonts w:ascii="Corbel" w:hAnsi="Corbel"/>
          <w:b/>
          <w:sz w:val="24"/>
          <w:szCs w:val="24"/>
        </w:rPr>
        <w:t>.</w:t>
      </w:r>
      <w:r w:rsidRPr="003F00E0">
        <w:rPr>
          <w:rFonts w:ascii="Corbel" w:hAnsi="Corbel"/>
          <w:b/>
          <w:sz w:val="24"/>
          <w:szCs w:val="24"/>
        </w:rPr>
        <w:t xml:space="preserve"> </w:t>
      </w:r>
      <w:r w:rsidR="001D7B54" w:rsidRPr="003F00E0">
        <w:rPr>
          <w:rFonts w:ascii="Corbel" w:hAnsi="Corbel"/>
          <w:b/>
          <w:sz w:val="24"/>
          <w:szCs w:val="24"/>
        </w:rPr>
        <w:t xml:space="preserve">Efekty </w:t>
      </w:r>
      <w:r w:rsidR="003F00E0">
        <w:rPr>
          <w:rFonts w:ascii="Corbel" w:hAnsi="Corbel"/>
          <w:b/>
          <w:sz w:val="24"/>
          <w:szCs w:val="24"/>
        </w:rPr>
        <w:t>ucz</w:t>
      </w:r>
      <w:r w:rsidR="001D7B54" w:rsidRPr="003F00E0">
        <w:rPr>
          <w:rFonts w:ascii="Corbel" w:hAnsi="Corbel"/>
          <w:b/>
          <w:sz w:val="24"/>
          <w:szCs w:val="24"/>
        </w:rPr>
        <w:t xml:space="preserve">enia </w:t>
      </w:r>
      <w:r w:rsidR="003F00E0">
        <w:rPr>
          <w:rFonts w:ascii="Corbel" w:hAnsi="Corbel"/>
          <w:b/>
          <w:sz w:val="24"/>
          <w:szCs w:val="24"/>
        </w:rPr>
        <w:t xml:space="preserve">się </w:t>
      </w:r>
      <w:r w:rsidR="001D7B54" w:rsidRPr="003F00E0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3F00E0" w:rsidRPr="003F00E0" w14:paraId="5971F073" w14:textId="77777777" w:rsidTr="003F00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45ED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269" w14:textId="77777777" w:rsidR="003F00E0" w:rsidRPr="003F00E0" w:rsidRDefault="003F00E0" w:rsidP="003F00E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BB24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Odnie</w:t>
            </w:r>
            <w:r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sienie do efektów  kierunkowych</w:t>
            </w:r>
            <w:r w:rsidRPr="003F00E0">
              <w:rPr>
                <w:rStyle w:val="Odwoanieprzypisudolnego"/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footnoteReference w:id="1"/>
            </w:r>
          </w:p>
        </w:tc>
      </w:tr>
      <w:tr w:rsidR="00DF716A" w:rsidRPr="003F00E0" w14:paraId="121FDB7E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5964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B47A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9C6D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DF716A" w:rsidRPr="003F00E0" w14:paraId="6D45D4B6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6B19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FAA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proofErr w:type="spellStart"/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</w:t>
            </w:r>
            <w:proofErr w:type="spellEnd"/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68D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DF716A" w:rsidRPr="003F00E0" w14:paraId="2339493C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24E0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94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DF716A" w:rsidRPr="003F00E0" w14:paraId="4E574578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6C68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9AF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DF716A" w:rsidRPr="003F00E0" w14:paraId="606AD68D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CCE5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DF716A" w:rsidRPr="003F00E0" w14:paraId="667626C3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5216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9C66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proofErr w:type="spellStart"/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</w:t>
            </w:r>
            <w:proofErr w:type="spellEnd"/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i organizuje pracę indywidualną oraz w zespole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6DC2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DF716A" w:rsidRPr="003F00E0" w14:paraId="69E63544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86DB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CBE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A15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101652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9056E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3.3</w:t>
      </w:r>
      <w:r w:rsidR="008C6237">
        <w:rPr>
          <w:rFonts w:ascii="Corbel" w:hAnsi="Corbel"/>
          <w:b/>
          <w:sz w:val="24"/>
          <w:szCs w:val="24"/>
        </w:rPr>
        <w:t>.</w:t>
      </w:r>
      <w:r w:rsidR="001D7B54" w:rsidRPr="003F00E0">
        <w:rPr>
          <w:rFonts w:ascii="Corbel" w:hAnsi="Corbel"/>
          <w:b/>
          <w:sz w:val="24"/>
          <w:szCs w:val="24"/>
        </w:rPr>
        <w:t xml:space="preserve"> </w:t>
      </w:r>
      <w:r w:rsidR="0085747A" w:rsidRPr="003F00E0">
        <w:rPr>
          <w:rFonts w:ascii="Corbel" w:hAnsi="Corbel"/>
          <w:b/>
          <w:sz w:val="24"/>
          <w:szCs w:val="24"/>
        </w:rPr>
        <w:t>T</w:t>
      </w:r>
      <w:r w:rsidR="008C6237">
        <w:rPr>
          <w:rFonts w:ascii="Corbel" w:hAnsi="Corbel"/>
          <w:b/>
          <w:sz w:val="24"/>
          <w:szCs w:val="24"/>
        </w:rPr>
        <w:t>reści programowe</w:t>
      </w:r>
    </w:p>
    <w:p w14:paraId="1299C43A" w14:textId="77777777" w:rsidR="008C6237" w:rsidRPr="003F00E0" w:rsidRDefault="008C623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 xml:space="preserve">Problematyka wykładu </w:t>
      </w:r>
    </w:p>
    <w:p w14:paraId="4DDBEF00" w14:textId="77777777" w:rsidR="00675843" w:rsidRPr="003F00E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587EA2A8" w14:textId="77777777" w:rsidTr="00D23E0F">
        <w:trPr>
          <w:jc w:val="center"/>
        </w:trPr>
        <w:tc>
          <w:tcPr>
            <w:tcW w:w="9639" w:type="dxa"/>
          </w:tcPr>
          <w:p w14:paraId="35113026" w14:textId="77777777" w:rsidR="0085747A" w:rsidRPr="003F00E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54E7" w:rsidRPr="003F00E0" w14:paraId="79B0CC8D" w14:textId="77777777" w:rsidTr="00D23E0F">
        <w:trPr>
          <w:jc w:val="center"/>
        </w:trPr>
        <w:tc>
          <w:tcPr>
            <w:tcW w:w="9639" w:type="dxa"/>
          </w:tcPr>
          <w:p w14:paraId="74323FA7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381137" w:rsidRPr="003F00E0" w14:paraId="408DFC41" w14:textId="77777777" w:rsidTr="00D23E0F">
        <w:trPr>
          <w:jc w:val="center"/>
        </w:trPr>
        <w:tc>
          <w:tcPr>
            <w:tcW w:w="9639" w:type="dxa"/>
          </w:tcPr>
          <w:p w14:paraId="2817FBF9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Triada pojęć: logistyka, zarządzanie logistyczne, systemy logistyczne.</w:t>
            </w:r>
          </w:p>
        </w:tc>
      </w:tr>
      <w:tr w:rsidR="007C54E7" w:rsidRPr="003F00E0" w14:paraId="2111A374" w14:textId="77777777" w:rsidTr="00D23E0F">
        <w:trPr>
          <w:jc w:val="center"/>
        </w:trPr>
        <w:tc>
          <w:tcPr>
            <w:tcW w:w="9639" w:type="dxa"/>
          </w:tcPr>
          <w:p w14:paraId="717660FE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strategia konkurencyjności</w:t>
            </w:r>
            <w:r w:rsidR="003C3896" w:rsidRPr="003F0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81137" w:rsidRPr="003F00E0" w14:paraId="11108A45" w14:textId="77777777" w:rsidTr="00D23E0F">
        <w:trPr>
          <w:jc w:val="center"/>
        </w:trPr>
        <w:tc>
          <w:tcPr>
            <w:tcW w:w="9639" w:type="dxa"/>
          </w:tcPr>
          <w:p w14:paraId="1EDCF00C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Łańcuch logistyczny.  Infrastruktura procesów logistycznych.</w:t>
            </w:r>
          </w:p>
        </w:tc>
      </w:tr>
      <w:tr w:rsidR="007C54E7" w:rsidRPr="003F00E0" w14:paraId="2D922677" w14:textId="77777777" w:rsidTr="00D23E0F">
        <w:trPr>
          <w:jc w:val="center"/>
        </w:trPr>
        <w:tc>
          <w:tcPr>
            <w:tcW w:w="9639" w:type="dxa"/>
          </w:tcPr>
          <w:p w14:paraId="4E5B96EA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Elementy obsługi klienta. Przygotowywanie zamówień oraz systemy informacji. </w:t>
            </w:r>
          </w:p>
        </w:tc>
      </w:tr>
      <w:tr w:rsidR="007C54E7" w:rsidRPr="003F00E0" w14:paraId="7C41611F" w14:textId="77777777" w:rsidTr="00D23E0F">
        <w:trPr>
          <w:jc w:val="center"/>
        </w:trPr>
        <w:tc>
          <w:tcPr>
            <w:tcW w:w="9639" w:type="dxa"/>
          </w:tcPr>
          <w:p w14:paraId="07A78341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Logistyczny system transportu </w:t>
            </w:r>
          </w:p>
        </w:tc>
      </w:tr>
      <w:tr w:rsidR="007C54E7" w:rsidRPr="003F00E0" w14:paraId="2B7F3973" w14:textId="77777777" w:rsidTr="00D23E0F">
        <w:trPr>
          <w:jc w:val="center"/>
        </w:trPr>
        <w:tc>
          <w:tcPr>
            <w:tcW w:w="9639" w:type="dxa"/>
          </w:tcPr>
          <w:p w14:paraId="354FA1C9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Logistyka w sferze produkcji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C54E7" w:rsidRPr="003F00E0" w14:paraId="7ADE406B" w14:textId="77777777" w:rsidTr="00D23E0F">
        <w:trPr>
          <w:jc w:val="center"/>
        </w:trPr>
        <w:tc>
          <w:tcPr>
            <w:tcW w:w="9639" w:type="dxa"/>
          </w:tcPr>
          <w:p w14:paraId="7D68DED6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w sferze dystrybucji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461D77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3F00E0">
        <w:rPr>
          <w:rFonts w:ascii="Corbel" w:hAnsi="Corbel"/>
          <w:sz w:val="24"/>
          <w:szCs w:val="24"/>
        </w:rPr>
        <w:t xml:space="preserve">, </w:t>
      </w:r>
      <w:r w:rsidRPr="003F00E0">
        <w:rPr>
          <w:rFonts w:ascii="Corbel" w:hAnsi="Corbel"/>
          <w:sz w:val="24"/>
          <w:szCs w:val="24"/>
        </w:rPr>
        <w:t xml:space="preserve">zajęć praktycznych </w:t>
      </w:r>
    </w:p>
    <w:p w14:paraId="3CF2D8B6" w14:textId="77777777" w:rsidR="0085747A" w:rsidRPr="003F00E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5225495" w14:textId="77777777" w:rsidTr="00923D7D">
        <w:tc>
          <w:tcPr>
            <w:tcW w:w="9639" w:type="dxa"/>
          </w:tcPr>
          <w:p w14:paraId="5D69D229" w14:textId="77777777" w:rsidR="0085747A" w:rsidRPr="003F00E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C3896" w:rsidRPr="003F00E0" w14:paraId="6B19F5F8" w14:textId="77777777" w:rsidTr="00923D7D">
        <w:tc>
          <w:tcPr>
            <w:tcW w:w="9639" w:type="dxa"/>
          </w:tcPr>
          <w:p w14:paraId="1E0DAE2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a i obszary zadaniowe logistyki.</w:t>
            </w:r>
          </w:p>
        </w:tc>
      </w:tr>
      <w:tr w:rsidR="003C3896" w:rsidRPr="003F00E0" w14:paraId="7CCBD2CE" w14:textId="77777777" w:rsidTr="00923D7D">
        <w:tc>
          <w:tcPr>
            <w:tcW w:w="9639" w:type="dxa"/>
          </w:tcPr>
          <w:p w14:paraId="6C2016B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System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logistyczny w przedsiębiorstwie.</w:t>
            </w:r>
          </w:p>
        </w:tc>
      </w:tr>
      <w:tr w:rsidR="003C3896" w:rsidRPr="003F00E0" w14:paraId="668E5F0E" w14:textId="77777777" w:rsidTr="00923D7D">
        <w:tc>
          <w:tcPr>
            <w:tcW w:w="9639" w:type="dxa"/>
          </w:tcPr>
          <w:p w14:paraId="2978B65B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Zintegrowane kształt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owanie przepływów logistycznych.</w:t>
            </w:r>
          </w:p>
        </w:tc>
      </w:tr>
      <w:tr w:rsidR="003C3896" w:rsidRPr="003F00E0" w14:paraId="51FAC71C" w14:textId="77777777" w:rsidTr="00923D7D">
        <w:tc>
          <w:tcPr>
            <w:tcW w:w="9639" w:type="dxa"/>
          </w:tcPr>
          <w:p w14:paraId="02C7188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Zarządzanie łańcuchami dostaw.</w:t>
            </w:r>
          </w:p>
        </w:tc>
      </w:tr>
      <w:tr w:rsidR="003C3896" w:rsidRPr="003F00E0" w14:paraId="7D4A095B" w14:textId="77777777" w:rsidTr="00923D7D">
        <w:tc>
          <w:tcPr>
            <w:tcW w:w="9639" w:type="dxa"/>
          </w:tcPr>
          <w:p w14:paraId="5597BA0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Koszty w logistyce.</w:t>
            </w:r>
          </w:p>
        </w:tc>
      </w:tr>
      <w:tr w:rsidR="003C3896" w:rsidRPr="003F00E0" w14:paraId="6E938D60" w14:textId="77777777" w:rsidTr="00923D7D">
        <w:tc>
          <w:tcPr>
            <w:tcW w:w="9639" w:type="dxa"/>
          </w:tcPr>
          <w:p w14:paraId="00BCF62C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Obsługa klienta.</w:t>
            </w:r>
          </w:p>
        </w:tc>
      </w:tr>
      <w:tr w:rsidR="003C3896" w:rsidRPr="003F00E0" w14:paraId="7DFFC45F" w14:textId="77777777" w:rsidTr="00923D7D">
        <w:tc>
          <w:tcPr>
            <w:tcW w:w="9639" w:type="dxa"/>
          </w:tcPr>
          <w:p w14:paraId="63598464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Infras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truktura procesów logistycznych.</w:t>
            </w:r>
          </w:p>
        </w:tc>
      </w:tr>
      <w:tr w:rsidR="003C3896" w:rsidRPr="003F00E0" w14:paraId="15D3A653" w14:textId="77777777" w:rsidTr="00923D7D">
        <w:tc>
          <w:tcPr>
            <w:tcW w:w="9639" w:type="dxa"/>
          </w:tcPr>
          <w:p w14:paraId="5048E43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zaopa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trzenia, strategie zakupowe.</w:t>
            </w:r>
          </w:p>
        </w:tc>
      </w:tr>
      <w:tr w:rsidR="003C3896" w:rsidRPr="003F00E0" w14:paraId="77A27859" w14:textId="77777777" w:rsidTr="00923D7D">
        <w:tc>
          <w:tcPr>
            <w:tcW w:w="9639" w:type="dxa"/>
          </w:tcPr>
          <w:p w14:paraId="6A6B426C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Koncepcje 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ogistyczne uzupełniania zapasów.</w:t>
            </w:r>
          </w:p>
        </w:tc>
      </w:tr>
      <w:tr w:rsidR="003C3896" w:rsidRPr="003F00E0" w14:paraId="6756E079" w14:textId="77777777" w:rsidTr="00923D7D">
        <w:tc>
          <w:tcPr>
            <w:tcW w:w="9639" w:type="dxa"/>
          </w:tcPr>
          <w:p w14:paraId="2368A111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ogistyka w sferze magazynowania.</w:t>
            </w:r>
          </w:p>
        </w:tc>
      </w:tr>
      <w:tr w:rsidR="003C3896" w:rsidRPr="003F00E0" w14:paraId="744916A2" w14:textId="77777777" w:rsidTr="00923D7D">
        <w:tc>
          <w:tcPr>
            <w:tcW w:w="9639" w:type="dxa"/>
          </w:tcPr>
          <w:p w14:paraId="3CD1ACF7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Decyzje dotyczące transportu.</w:t>
            </w:r>
          </w:p>
        </w:tc>
      </w:tr>
      <w:tr w:rsidR="003C3896" w:rsidRPr="003F00E0" w14:paraId="65B9AC75" w14:textId="77777777" w:rsidTr="00923D7D">
        <w:tc>
          <w:tcPr>
            <w:tcW w:w="9639" w:type="dxa"/>
          </w:tcPr>
          <w:p w14:paraId="5862EC42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Logistyka dystrybucji.</w:t>
            </w:r>
          </w:p>
        </w:tc>
      </w:tr>
      <w:tr w:rsidR="003C3896" w:rsidRPr="003F00E0" w14:paraId="2EF5770C" w14:textId="77777777" w:rsidTr="00923D7D">
        <w:tc>
          <w:tcPr>
            <w:tcW w:w="9639" w:type="dxa"/>
          </w:tcPr>
          <w:p w14:paraId="78EFBF0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Kierunki rozwoju logistyki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FB7827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3F00E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3.4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Metody dydaktyczne</w:t>
      </w:r>
      <w:r w:rsidRPr="003F00E0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DF716A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W</w:t>
      </w:r>
      <w:r w:rsidR="00D23E0F" w:rsidRPr="003F00E0">
        <w:rPr>
          <w:rFonts w:ascii="Corbel" w:hAnsi="Corbel"/>
          <w:b w:val="0"/>
          <w:smallCaps w:val="0"/>
          <w:szCs w:val="24"/>
        </w:rPr>
        <w:t>ykład z prezentacją multimedialną</w:t>
      </w:r>
      <w:r w:rsidRPr="003F00E0">
        <w:rPr>
          <w:rFonts w:ascii="Corbel" w:hAnsi="Corbel"/>
          <w:b w:val="0"/>
          <w:smallCaps w:val="0"/>
          <w:szCs w:val="24"/>
        </w:rPr>
        <w:t xml:space="preserve">. </w:t>
      </w:r>
    </w:p>
    <w:p w14:paraId="1D417179" w14:textId="77777777" w:rsidR="0085747A" w:rsidRPr="003F00E0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A648C2" w:rsidRPr="003F00E0" w:rsidRDefault="00A648C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3F00E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4. </w:t>
      </w:r>
      <w:r w:rsidR="0085747A" w:rsidRPr="003F00E0">
        <w:rPr>
          <w:rFonts w:ascii="Corbel" w:hAnsi="Corbel"/>
          <w:smallCaps w:val="0"/>
          <w:szCs w:val="24"/>
        </w:rPr>
        <w:t>METODY I KRYTERIA OCENY</w:t>
      </w:r>
      <w:r w:rsidR="009F4610" w:rsidRPr="003F00E0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00E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3F00E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4.1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Sposoby weryfikacji efektów </w:t>
      </w:r>
      <w:r w:rsidR="008C6237">
        <w:rPr>
          <w:rFonts w:ascii="Corbel" w:hAnsi="Corbel"/>
          <w:smallCaps w:val="0"/>
          <w:szCs w:val="24"/>
        </w:rPr>
        <w:t>ucz</w:t>
      </w:r>
      <w:r w:rsidRPr="003F00E0">
        <w:rPr>
          <w:rFonts w:ascii="Corbel" w:hAnsi="Corbel"/>
          <w:smallCaps w:val="0"/>
          <w:szCs w:val="24"/>
        </w:rPr>
        <w:t>enia</w:t>
      </w:r>
      <w:r w:rsidR="008C6237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3F00E0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3F00E0" w:rsidRDefault="0071620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3F00E0" w:rsidRDefault="009F4610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56311" w:rsidRPr="003F00E0" w14:paraId="2195B7E4" w14:textId="77777777" w:rsidTr="00923D7D">
        <w:tc>
          <w:tcPr>
            <w:tcW w:w="2410" w:type="dxa"/>
          </w:tcPr>
          <w:p w14:paraId="4EEBB90D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3D40A44A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test, </w:t>
            </w:r>
            <w:r w:rsidR="00DF716A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5DD9E7F" w14:textId="77777777" w:rsidTr="00923D7D">
        <w:tc>
          <w:tcPr>
            <w:tcW w:w="2410" w:type="dxa"/>
          </w:tcPr>
          <w:p w14:paraId="69FEFE27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79443EC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DF716A">
              <w:t xml:space="preserve">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5F77404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19DBAE3F" w14:textId="77777777" w:rsidTr="00923D7D">
        <w:tc>
          <w:tcPr>
            <w:tcW w:w="2410" w:type="dxa"/>
          </w:tcPr>
          <w:p w14:paraId="002D746F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5CE7F9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D54A6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38282CDE" w14:textId="77777777" w:rsidTr="00923D7D">
        <w:tc>
          <w:tcPr>
            <w:tcW w:w="2410" w:type="dxa"/>
          </w:tcPr>
          <w:p w14:paraId="5990E71B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2BDDEF5C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7238A3CE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6E5C3F7F" w14:textId="77777777" w:rsidTr="00923D7D">
        <w:tc>
          <w:tcPr>
            <w:tcW w:w="2410" w:type="dxa"/>
          </w:tcPr>
          <w:p w14:paraId="4A2F1096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4CC4F5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8E225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4BDCAB1A" w14:textId="77777777" w:rsidTr="00923D7D">
        <w:tc>
          <w:tcPr>
            <w:tcW w:w="2410" w:type="dxa"/>
          </w:tcPr>
          <w:p w14:paraId="1E73F495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103" w:type="dxa"/>
          </w:tcPr>
          <w:p w14:paraId="4A8E63E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602948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F607ACC" w14:textId="77777777" w:rsidTr="00923D7D">
        <w:tc>
          <w:tcPr>
            <w:tcW w:w="2410" w:type="dxa"/>
          </w:tcPr>
          <w:p w14:paraId="1E02E8DD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14:paraId="2E5DB93C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Pr="003F00E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4.2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</w:t>
      </w:r>
      <w:r w:rsidR="0085747A" w:rsidRPr="003F00E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00E0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05755D6" w14:textId="77777777" w:rsidTr="05C169FA">
        <w:tc>
          <w:tcPr>
            <w:tcW w:w="9670" w:type="dxa"/>
          </w:tcPr>
          <w:p w14:paraId="1D509D11" w14:textId="77777777" w:rsidR="00DF716A" w:rsidRDefault="00DF716A" w:rsidP="008C62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Zaliczenie ćwiczeń na podstawie testu sprawdzającego oraz aktywności na ćwiczeniach. </w:t>
            </w:r>
          </w:p>
          <w:p w14:paraId="6955CCD6" w14:textId="7E4F2E4E" w:rsidR="0085747A" w:rsidRPr="003F00E0" w:rsidRDefault="007A76DD" w:rsidP="05C169FA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egzaminacyjna </w:t>
            </w:r>
            <w:r w:rsidRPr="05C169FA">
              <w:rPr>
                <w:rFonts w:ascii="Corbel" w:hAnsi="Corbel"/>
                <w:sz w:val="24"/>
                <w:szCs w:val="24"/>
              </w:rPr>
              <w:t xml:space="preserve">na podstawie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>pracy pisemnej</w:t>
            </w:r>
            <w:r w:rsidR="00056311" w:rsidRPr="05C169FA">
              <w:rPr>
                <w:rFonts w:ascii="Corbel" w:hAnsi="Corbel"/>
                <w:sz w:val="24"/>
                <w:szCs w:val="24"/>
              </w:rPr>
              <w:t>, testowo-opisowej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8EBB1C2" w14:textId="35BCFE6D" w:rsidR="0085747A" w:rsidRPr="003F00E0" w:rsidRDefault="0EF1445D" w:rsidP="05C169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15BFB4DA" w14:textId="10C4BE7E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18FE30C7" w14:textId="2944D5EA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45598663" w14:textId="22DC1B8F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2D9FECCE" w14:textId="2A64249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512CDE40" w14:textId="2D10B25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1D999FF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3F00E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 xml:space="preserve">5. </w:t>
      </w:r>
      <w:r w:rsidR="00C61DC5" w:rsidRPr="003F00E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F00E0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00E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00E0" w14:paraId="44F2BD93" w14:textId="77777777" w:rsidTr="00923D7D">
        <w:tc>
          <w:tcPr>
            <w:tcW w:w="4962" w:type="dxa"/>
          </w:tcPr>
          <w:p w14:paraId="1943409D" w14:textId="77777777" w:rsidR="0085747A" w:rsidRPr="003F00E0" w:rsidRDefault="00C61DC5" w:rsidP="008C62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F00E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F00E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23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3F00E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3C88B398" w:rsidR="0085747A" w:rsidRPr="003F00E0" w:rsidRDefault="00C458CA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3F00E0" w14:paraId="241AFB94" w14:textId="77777777" w:rsidTr="00923D7D">
        <w:tc>
          <w:tcPr>
            <w:tcW w:w="4962" w:type="dxa"/>
          </w:tcPr>
          <w:p w14:paraId="61BA0769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77777777" w:rsidR="00C61DC5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3F00E0" w14:paraId="71F2F695" w14:textId="77777777" w:rsidTr="00923D7D">
        <w:tc>
          <w:tcPr>
            <w:tcW w:w="4962" w:type="dxa"/>
          </w:tcPr>
          <w:p w14:paraId="5658C85E" w14:textId="67E88E87" w:rsidR="00C61DC5" w:rsidRPr="003F00E0" w:rsidRDefault="00C61DC5" w:rsidP="004639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F00E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F00E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639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C6237">
              <w:rPr>
                <w:rFonts w:ascii="Corbel" w:hAnsi="Corbel"/>
                <w:sz w:val="24"/>
                <w:szCs w:val="24"/>
              </w:rPr>
              <w:t>gzaminu</w:t>
            </w:r>
            <w:r w:rsidRPr="003F00E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40960099" w:rsidR="00C61DC5" w:rsidRPr="003F00E0" w:rsidRDefault="00C458CA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3F00E0" w14:paraId="2B55E3E1" w14:textId="77777777" w:rsidTr="00923D7D">
        <w:tc>
          <w:tcPr>
            <w:tcW w:w="4962" w:type="dxa"/>
          </w:tcPr>
          <w:p w14:paraId="3D4B2727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F00E0" w14:paraId="42922784" w14:textId="77777777" w:rsidTr="00923D7D">
        <w:tc>
          <w:tcPr>
            <w:tcW w:w="4962" w:type="dxa"/>
          </w:tcPr>
          <w:p w14:paraId="5FD1C35E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00E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00E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CE6F91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6. </w:t>
      </w:r>
      <w:r w:rsidR="0085747A" w:rsidRPr="003F00E0">
        <w:rPr>
          <w:rFonts w:ascii="Corbel" w:hAnsi="Corbel"/>
          <w:smallCaps w:val="0"/>
          <w:szCs w:val="24"/>
        </w:rPr>
        <w:t>PRAKTYKI ZAWODOWE W RAMACH PRZEDMIOTU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F00E0" w14:paraId="5454FE01" w14:textId="77777777" w:rsidTr="005506D9">
        <w:trPr>
          <w:trHeight w:val="397"/>
        </w:trPr>
        <w:tc>
          <w:tcPr>
            <w:tcW w:w="2359" w:type="pct"/>
          </w:tcPr>
          <w:p w14:paraId="146D6691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00E0" w14:paraId="5BCC8499" w14:textId="77777777" w:rsidTr="005506D9">
        <w:trPr>
          <w:trHeight w:val="397"/>
        </w:trPr>
        <w:tc>
          <w:tcPr>
            <w:tcW w:w="2359" w:type="pct"/>
          </w:tcPr>
          <w:p w14:paraId="05EFD703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7. </w:t>
      </w:r>
      <w:r w:rsidR="0085747A" w:rsidRPr="003F00E0">
        <w:rPr>
          <w:rFonts w:ascii="Corbel" w:hAnsi="Corbel"/>
          <w:smallCaps w:val="0"/>
          <w:szCs w:val="24"/>
        </w:rPr>
        <w:t>LITERATURA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4D9A4B5E" w14:textId="77777777" w:rsidTr="05C169FA">
        <w:trPr>
          <w:trHeight w:val="397"/>
        </w:trPr>
        <w:tc>
          <w:tcPr>
            <w:tcW w:w="5000" w:type="pct"/>
          </w:tcPr>
          <w:p w14:paraId="0D317C7E" w14:textId="77777777" w:rsidR="002D0905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D0905"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BCDA21D" w14:textId="77777777" w:rsidR="00056311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konkurencyjność przedsiębior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 xml:space="preserve">stwa / Magdalena K. Gąsowska. 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proofErr w:type="spellStart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, 2018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C86493" w14:textId="77777777" w:rsidR="00056311" w:rsidRPr="003F00E0" w:rsidRDefault="00056311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Ekologistyka</w:t>
            </w:r>
            <w:proofErr w:type="spellEnd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: teoria i praktyka / Andrzej Szymonik. Warszawa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="008C6237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8C6237">
              <w:rPr>
                <w:rFonts w:ascii="Corbel" w:hAnsi="Corbel"/>
                <w:b w:val="0"/>
                <w:smallCaps w:val="0"/>
                <w:szCs w:val="24"/>
              </w:rPr>
              <w:t>, 2018.</w:t>
            </w:r>
          </w:p>
          <w:p w14:paraId="3AF0B2BE" w14:textId="77777777" w:rsidR="0085747A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Informatyka dla potrzeb logistyka(i) / Andrzej Szymonik. Warszawa: </w:t>
            </w:r>
            <w:proofErr w:type="spellStart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, 2015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3F00E0" w14:paraId="34DD5FC0" w14:textId="77777777" w:rsidTr="05C169FA">
        <w:trPr>
          <w:trHeight w:val="397"/>
        </w:trPr>
        <w:tc>
          <w:tcPr>
            <w:tcW w:w="5000" w:type="pct"/>
          </w:tcPr>
          <w:p w14:paraId="1616B1D9" w14:textId="77777777" w:rsidR="0085747A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78A85FC" w14:textId="4A114ED7" w:rsidR="00951BF1" w:rsidRPr="008C6237" w:rsidRDefault="00627485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5C169FA">
              <w:rPr>
                <w:rFonts w:ascii="Corbel" w:hAnsi="Corbel"/>
                <w:b w:val="0"/>
                <w:smallCaps w:val="0"/>
              </w:rPr>
              <w:lastRenderedPageBreak/>
              <w:t xml:space="preserve">Logistyka / Radosław Śliwka, Wojciech Rokicki, Tomasz </w:t>
            </w:r>
            <w:proofErr w:type="spellStart"/>
            <w:r w:rsidRPr="05C169FA">
              <w:rPr>
                <w:rFonts w:ascii="Corbel" w:hAnsi="Corbel"/>
                <w:b w:val="0"/>
                <w:smallCaps w:val="0"/>
              </w:rPr>
              <w:t>Lus</w:t>
            </w:r>
            <w:proofErr w:type="spellEnd"/>
            <w:r w:rsidRPr="05C169FA">
              <w:rPr>
                <w:rFonts w:ascii="Corbel" w:hAnsi="Corbel"/>
                <w:b w:val="0"/>
                <w:smallCaps w:val="0"/>
              </w:rPr>
              <w:t>. Warszawa: Wydawnictwo Naukowe PWN,</w:t>
            </w:r>
            <w:r w:rsidR="008C6237" w:rsidRPr="05C169F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5C169FA">
              <w:rPr>
                <w:rFonts w:ascii="Corbel" w:hAnsi="Corbel"/>
                <w:b w:val="0"/>
                <w:smallCaps w:val="0"/>
              </w:rPr>
              <w:t>2016.</w:t>
            </w: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4EC29BE5" w14:textId="1310B455" w:rsidR="00951BF1" w:rsidRPr="008C6237" w:rsidRDefault="47EEDC7F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Surmacz T., Logistyka i zarządzanie łańcuchami dostaw, [w:] Dominik Zimon (red.), Logistyka stosowana, Warszawa 2015, Wydawnictwo </w:t>
            </w:r>
            <w:proofErr w:type="spellStart"/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>CeDeWu</w:t>
            </w:r>
            <w:proofErr w:type="spellEnd"/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>, s. 11-29, ISBN: 978-83-7556-809-7</w:t>
            </w:r>
          </w:p>
        </w:tc>
      </w:tr>
    </w:tbl>
    <w:p w14:paraId="07547A01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43CB0F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00E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F00E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EDEB9E" w14:textId="77777777" w:rsidR="00006E41" w:rsidRDefault="00006E41" w:rsidP="00C16ABF">
      <w:pPr>
        <w:spacing w:after="0" w:line="240" w:lineRule="auto"/>
      </w:pPr>
      <w:r>
        <w:separator/>
      </w:r>
    </w:p>
  </w:endnote>
  <w:endnote w:type="continuationSeparator" w:id="0">
    <w:p w14:paraId="20477FA4" w14:textId="77777777" w:rsidR="00006E41" w:rsidRDefault="00006E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11157" w14:textId="77777777" w:rsidR="00006E41" w:rsidRDefault="00006E41" w:rsidP="00C16ABF">
      <w:pPr>
        <w:spacing w:after="0" w:line="240" w:lineRule="auto"/>
      </w:pPr>
      <w:r>
        <w:separator/>
      </w:r>
    </w:p>
  </w:footnote>
  <w:footnote w:type="continuationSeparator" w:id="0">
    <w:p w14:paraId="7221D728" w14:textId="77777777" w:rsidR="00006E41" w:rsidRDefault="00006E4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F00E0" w:rsidRDefault="003F00E0" w:rsidP="003F00E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226BB8"/>
    <w:multiLevelType w:val="hybridMultilevel"/>
    <w:tmpl w:val="7130C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B31798"/>
    <w:multiLevelType w:val="hybridMultilevel"/>
    <w:tmpl w:val="B94AD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E41"/>
    <w:rsid w:val="000077B4"/>
    <w:rsid w:val="00015B8F"/>
    <w:rsid w:val="00016AB3"/>
    <w:rsid w:val="00022ECE"/>
    <w:rsid w:val="0002403E"/>
    <w:rsid w:val="00042894"/>
    <w:rsid w:val="00042A51"/>
    <w:rsid w:val="00042D2E"/>
    <w:rsid w:val="00044C82"/>
    <w:rsid w:val="00056311"/>
    <w:rsid w:val="00070ED6"/>
    <w:rsid w:val="000742DC"/>
    <w:rsid w:val="00084C12"/>
    <w:rsid w:val="0008731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161D"/>
    <w:rsid w:val="000D04B0"/>
    <w:rsid w:val="000F1C57"/>
    <w:rsid w:val="000F5615"/>
    <w:rsid w:val="00101CBA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0FE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0905"/>
    <w:rsid w:val="002D73D4"/>
    <w:rsid w:val="002F02A3"/>
    <w:rsid w:val="002F4ABE"/>
    <w:rsid w:val="003018BA"/>
    <w:rsid w:val="00305C92"/>
    <w:rsid w:val="003151C5"/>
    <w:rsid w:val="003204E1"/>
    <w:rsid w:val="003235DB"/>
    <w:rsid w:val="003343CF"/>
    <w:rsid w:val="00346FE9"/>
    <w:rsid w:val="0034759A"/>
    <w:rsid w:val="003503F6"/>
    <w:rsid w:val="003530DD"/>
    <w:rsid w:val="00363F78"/>
    <w:rsid w:val="00375690"/>
    <w:rsid w:val="00381137"/>
    <w:rsid w:val="00390F0C"/>
    <w:rsid w:val="003A0A5B"/>
    <w:rsid w:val="003A1176"/>
    <w:rsid w:val="003C0BAE"/>
    <w:rsid w:val="003C3896"/>
    <w:rsid w:val="003D18A9"/>
    <w:rsid w:val="003D6CE2"/>
    <w:rsid w:val="003E1941"/>
    <w:rsid w:val="003E2FE6"/>
    <w:rsid w:val="003E49D5"/>
    <w:rsid w:val="003F00E0"/>
    <w:rsid w:val="003F38C0"/>
    <w:rsid w:val="003F655E"/>
    <w:rsid w:val="003F701F"/>
    <w:rsid w:val="00414E3C"/>
    <w:rsid w:val="00416482"/>
    <w:rsid w:val="0042244A"/>
    <w:rsid w:val="0042745A"/>
    <w:rsid w:val="00431D5C"/>
    <w:rsid w:val="004362C6"/>
    <w:rsid w:val="00437A11"/>
    <w:rsid w:val="00437FA2"/>
    <w:rsid w:val="004556DA"/>
    <w:rsid w:val="00461EFC"/>
    <w:rsid w:val="00463944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20A8"/>
    <w:rsid w:val="004C7A65"/>
    <w:rsid w:val="004D5282"/>
    <w:rsid w:val="004E4AAA"/>
    <w:rsid w:val="004F1551"/>
    <w:rsid w:val="004F55A3"/>
    <w:rsid w:val="0050496F"/>
    <w:rsid w:val="00513B6F"/>
    <w:rsid w:val="00517C63"/>
    <w:rsid w:val="00522E9E"/>
    <w:rsid w:val="00522FB6"/>
    <w:rsid w:val="005363C4"/>
    <w:rsid w:val="00536BDE"/>
    <w:rsid w:val="00543ACC"/>
    <w:rsid w:val="005506D9"/>
    <w:rsid w:val="00585FB0"/>
    <w:rsid w:val="005A0855"/>
    <w:rsid w:val="005A3196"/>
    <w:rsid w:val="005A4BBC"/>
    <w:rsid w:val="005B3DBA"/>
    <w:rsid w:val="005C080F"/>
    <w:rsid w:val="005C55E5"/>
    <w:rsid w:val="005C696A"/>
    <w:rsid w:val="005E6E85"/>
    <w:rsid w:val="005F31D2"/>
    <w:rsid w:val="0061029B"/>
    <w:rsid w:val="00617230"/>
    <w:rsid w:val="00621CE1"/>
    <w:rsid w:val="00627485"/>
    <w:rsid w:val="00647FA8"/>
    <w:rsid w:val="00653EF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1682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A76DD"/>
    <w:rsid w:val="007C3299"/>
    <w:rsid w:val="007C3BCC"/>
    <w:rsid w:val="007C54E7"/>
    <w:rsid w:val="007D6E56"/>
    <w:rsid w:val="007F4155"/>
    <w:rsid w:val="00802F72"/>
    <w:rsid w:val="0081707E"/>
    <w:rsid w:val="00843CC2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237"/>
    <w:rsid w:val="008D1373"/>
    <w:rsid w:val="008D3DFB"/>
    <w:rsid w:val="008E64F4"/>
    <w:rsid w:val="008F03EB"/>
    <w:rsid w:val="008F12C9"/>
    <w:rsid w:val="008F6E29"/>
    <w:rsid w:val="008F7D63"/>
    <w:rsid w:val="00916188"/>
    <w:rsid w:val="00923D7D"/>
    <w:rsid w:val="009508DF"/>
    <w:rsid w:val="00950DAC"/>
    <w:rsid w:val="00951BF1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940"/>
    <w:rsid w:val="00A36899"/>
    <w:rsid w:val="00A371F6"/>
    <w:rsid w:val="00A43BF6"/>
    <w:rsid w:val="00A54817"/>
    <w:rsid w:val="00A601C8"/>
    <w:rsid w:val="00A60799"/>
    <w:rsid w:val="00A648C2"/>
    <w:rsid w:val="00A74765"/>
    <w:rsid w:val="00A979D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AC4"/>
    <w:rsid w:val="00B3130B"/>
    <w:rsid w:val="00B40ADB"/>
    <w:rsid w:val="00B43B77"/>
    <w:rsid w:val="00B43E80"/>
    <w:rsid w:val="00B607DB"/>
    <w:rsid w:val="00B66529"/>
    <w:rsid w:val="00B72384"/>
    <w:rsid w:val="00B75946"/>
    <w:rsid w:val="00B8056E"/>
    <w:rsid w:val="00B819C8"/>
    <w:rsid w:val="00B82308"/>
    <w:rsid w:val="00BB520A"/>
    <w:rsid w:val="00BD3869"/>
    <w:rsid w:val="00BD66E9"/>
    <w:rsid w:val="00BE7376"/>
    <w:rsid w:val="00BF2C41"/>
    <w:rsid w:val="00C038D4"/>
    <w:rsid w:val="00C058B4"/>
    <w:rsid w:val="00C131B5"/>
    <w:rsid w:val="00C16ABF"/>
    <w:rsid w:val="00C170AE"/>
    <w:rsid w:val="00C26CB7"/>
    <w:rsid w:val="00C324C1"/>
    <w:rsid w:val="00C36992"/>
    <w:rsid w:val="00C458CA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1383"/>
    <w:rsid w:val="00CF25BE"/>
    <w:rsid w:val="00CF78ED"/>
    <w:rsid w:val="00D02B25"/>
    <w:rsid w:val="00D02EBA"/>
    <w:rsid w:val="00D17C3C"/>
    <w:rsid w:val="00D23E0F"/>
    <w:rsid w:val="00D26B2C"/>
    <w:rsid w:val="00D34540"/>
    <w:rsid w:val="00D352C9"/>
    <w:rsid w:val="00D425B2"/>
    <w:rsid w:val="00D53E82"/>
    <w:rsid w:val="00D552B2"/>
    <w:rsid w:val="00D608D1"/>
    <w:rsid w:val="00D74119"/>
    <w:rsid w:val="00D8075B"/>
    <w:rsid w:val="00D8678B"/>
    <w:rsid w:val="00DA2114"/>
    <w:rsid w:val="00DA5179"/>
    <w:rsid w:val="00DE09C0"/>
    <w:rsid w:val="00DF320D"/>
    <w:rsid w:val="00DF605A"/>
    <w:rsid w:val="00DF716A"/>
    <w:rsid w:val="00DF71C8"/>
    <w:rsid w:val="00E129B8"/>
    <w:rsid w:val="00E144A9"/>
    <w:rsid w:val="00E21E7D"/>
    <w:rsid w:val="00E22FBC"/>
    <w:rsid w:val="00E24BF5"/>
    <w:rsid w:val="00E25338"/>
    <w:rsid w:val="00E369DE"/>
    <w:rsid w:val="00E51E44"/>
    <w:rsid w:val="00E63348"/>
    <w:rsid w:val="00E77E88"/>
    <w:rsid w:val="00E8107D"/>
    <w:rsid w:val="00E86740"/>
    <w:rsid w:val="00E961DA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0756"/>
    <w:rsid w:val="00FB7DBA"/>
    <w:rsid w:val="00FC1C25"/>
    <w:rsid w:val="00FC3F45"/>
    <w:rsid w:val="00FD503F"/>
    <w:rsid w:val="00FD7589"/>
    <w:rsid w:val="00FF016A"/>
    <w:rsid w:val="00FF1401"/>
    <w:rsid w:val="00FF1962"/>
    <w:rsid w:val="00FF5E7D"/>
    <w:rsid w:val="05C169FA"/>
    <w:rsid w:val="0EF1445D"/>
    <w:rsid w:val="47EED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7E033"/>
  <w15:chartTrackingRefBased/>
  <w15:docId w15:val="{34024D77-C7D3-4EEC-A1EB-C740E8F9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C038D4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056311"/>
  </w:style>
  <w:style w:type="character" w:styleId="Odwoaniedokomentarza">
    <w:name w:val="annotation reference"/>
    <w:uiPriority w:val="99"/>
    <w:semiHidden/>
    <w:unhideWhenUsed/>
    <w:rsid w:val="003F0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0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00E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0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0E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81007-2849-40BB-A4BC-361174680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27A6F6-093A-4179-9E09-0925582E15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6C69D6-B84D-40D7-AD6D-63872BF3A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966</Words>
  <Characters>5800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16</cp:revision>
  <cp:lastPrinted>2017-02-15T21:41:00Z</cp:lastPrinted>
  <dcterms:created xsi:type="dcterms:W3CDTF">2020-12-04T17:07:00Z</dcterms:created>
  <dcterms:modified xsi:type="dcterms:W3CDTF">2020-12-12T09:57:00Z</dcterms:modified>
</cp:coreProperties>
</file>